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320075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8469F" w:rsidRPr="008367FF">
        <w:rPr>
          <w:rFonts w:ascii="Verdana" w:eastAsia="Calibri" w:hAnsi="Verdana"/>
          <w:b/>
          <w:bCs/>
        </w:rPr>
        <w:t>Přeprava materiálu vozidly s nosností 5 tun s nástavbou sklopka a kontejner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DE5C6" w14:textId="77777777" w:rsidR="00FB1732" w:rsidRDefault="00FB1732" w:rsidP="00962258">
      <w:pPr>
        <w:spacing w:after="0" w:line="240" w:lineRule="auto"/>
      </w:pPr>
      <w:r>
        <w:separator/>
      </w:r>
    </w:p>
  </w:endnote>
  <w:endnote w:type="continuationSeparator" w:id="0">
    <w:p w14:paraId="0DF931D3" w14:textId="77777777" w:rsidR="00FB1732" w:rsidRDefault="00FB1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9B1EE" w14:textId="77777777" w:rsidR="00FB1732" w:rsidRDefault="00FB1732" w:rsidP="00962258">
      <w:pPr>
        <w:spacing w:after="0" w:line="240" w:lineRule="auto"/>
      </w:pPr>
      <w:r>
        <w:separator/>
      </w:r>
    </w:p>
  </w:footnote>
  <w:footnote w:type="continuationSeparator" w:id="0">
    <w:p w14:paraId="6FE0943A" w14:textId="77777777" w:rsidR="00FB1732" w:rsidRDefault="00FB1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3975" w14:textId="4AEE0F5E" w:rsidR="0008469F" w:rsidRDefault="000846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62A96F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018100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469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B5B48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6E10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34F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1732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F3587"/>
    <w:rsid w:val="0049171C"/>
    <w:rsid w:val="006F0496"/>
    <w:rsid w:val="00710200"/>
    <w:rsid w:val="00776E1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12</cp:revision>
  <cp:lastPrinted>2017-11-28T17:18:00Z</cp:lastPrinted>
  <dcterms:created xsi:type="dcterms:W3CDTF">2023-11-16T10:29:00Z</dcterms:created>
  <dcterms:modified xsi:type="dcterms:W3CDTF">2025-11-13T10:13:00Z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